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D0D50" w14:textId="77777777" w:rsidR="00ED311C" w:rsidRDefault="00ED311C">
      <w:pPr>
        <w:pStyle w:val="BodyText"/>
        <w:spacing w:after="0" w:line="240" w:lineRule="auto"/>
        <w:jc w:val="left"/>
        <w:sectPr w:rsidR="00ED311C">
          <w:headerReference w:type="even" r:id="rId10"/>
          <w:headerReference w:type="default" r:id="rId11"/>
          <w:footerReference w:type="even" r:id="rId12"/>
          <w:type w:val="continuous"/>
          <w:pgSz w:w="11906" w:h="16838" w:code="9"/>
          <w:pgMar w:top="1871" w:right="680" w:bottom="1701" w:left="1701" w:header="454" w:footer="1701" w:gutter="0"/>
          <w:cols w:space="708"/>
          <w:titlePg/>
        </w:sectPr>
      </w:pPr>
    </w:p>
    <w:tbl>
      <w:tblPr>
        <w:tblW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1417"/>
        <w:gridCol w:w="3402"/>
      </w:tblGrid>
      <w:tr w:rsidR="00ED311C" w14:paraId="1FCD0D52" w14:textId="77777777">
        <w:trPr>
          <w:cantSplit/>
        </w:trPr>
        <w:tc>
          <w:tcPr>
            <w:tcW w:w="9747" w:type="dxa"/>
            <w:gridSpan w:val="3"/>
          </w:tcPr>
          <w:p w14:paraId="1FCD0D51" w14:textId="77777777" w:rsidR="00ED311C" w:rsidRDefault="00ED311C">
            <w:pPr>
              <w:pStyle w:val="BodyText"/>
              <w:spacing w:after="0" w:line="240" w:lineRule="auto"/>
              <w:jc w:val="left"/>
            </w:pPr>
          </w:p>
        </w:tc>
      </w:tr>
      <w:tr w:rsidR="00ED311C" w14:paraId="1FCD0D54" w14:textId="77777777">
        <w:trPr>
          <w:cantSplit/>
        </w:trPr>
        <w:tc>
          <w:tcPr>
            <w:tcW w:w="9747" w:type="dxa"/>
            <w:gridSpan w:val="3"/>
          </w:tcPr>
          <w:p w14:paraId="1FCD0D53" w14:textId="77777777" w:rsidR="00ED311C" w:rsidRDefault="00ED311C">
            <w:pPr>
              <w:pStyle w:val="BodyText"/>
              <w:spacing w:after="0" w:line="240" w:lineRule="auto"/>
              <w:jc w:val="left"/>
            </w:pPr>
          </w:p>
        </w:tc>
      </w:tr>
      <w:tr w:rsidR="00ED311C" w14:paraId="1FCD0D56" w14:textId="77777777">
        <w:trPr>
          <w:cantSplit/>
        </w:trPr>
        <w:tc>
          <w:tcPr>
            <w:tcW w:w="9747" w:type="dxa"/>
            <w:gridSpan w:val="3"/>
          </w:tcPr>
          <w:p w14:paraId="1FCD0D55" w14:textId="77777777" w:rsidR="00ED311C" w:rsidRDefault="00ED311C">
            <w:pPr>
              <w:pStyle w:val="BodyText"/>
              <w:spacing w:after="0" w:line="240" w:lineRule="auto"/>
              <w:jc w:val="left"/>
            </w:pPr>
          </w:p>
        </w:tc>
      </w:tr>
      <w:tr w:rsidR="00ED311C" w14:paraId="1FCD0D58" w14:textId="77777777">
        <w:trPr>
          <w:cantSplit/>
        </w:trPr>
        <w:tc>
          <w:tcPr>
            <w:tcW w:w="9747" w:type="dxa"/>
            <w:gridSpan w:val="3"/>
          </w:tcPr>
          <w:p w14:paraId="1FCD0D57" w14:textId="77777777" w:rsidR="00ED311C" w:rsidRDefault="00ED311C">
            <w:pPr>
              <w:pStyle w:val="BodyText"/>
              <w:spacing w:after="0" w:line="240" w:lineRule="auto"/>
              <w:jc w:val="left"/>
            </w:pPr>
          </w:p>
        </w:tc>
      </w:tr>
      <w:tr w:rsidR="00ED311C" w14:paraId="1FCD0D5A" w14:textId="77777777">
        <w:trPr>
          <w:cantSplit/>
        </w:trPr>
        <w:tc>
          <w:tcPr>
            <w:tcW w:w="9747" w:type="dxa"/>
            <w:gridSpan w:val="3"/>
          </w:tcPr>
          <w:p w14:paraId="1FCD0D59" w14:textId="0B48E165" w:rsidR="00ED311C" w:rsidRDefault="00F83A60">
            <w:pPr>
              <w:pStyle w:val="BodyText"/>
              <w:spacing w:after="0" w:line="240" w:lineRule="auto"/>
              <w:jc w:val="left"/>
            </w:pPr>
            <w:r>
              <w:rPr>
                <w:szCs w:val="24"/>
              </w:rPr>
              <w:t>Borealis Eesti OÜ</w:t>
            </w:r>
          </w:p>
        </w:tc>
      </w:tr>
      <w:tr w:rsidR="00ED311C" w14:paraId="1FCD0D5D" w14:textId="77777777">
        <w:trPr>
          <w:cantSplit/>
        </w:trPr>
        <w:tc>
          <w:tcPr>
            <w:tcW w:w="6345" w:type="dxa"/>
            <w:gridSpan w:val="2"/>
          </w:tcPr>
          <w:p w14:paraId="1FCD0D5B" w14:textId="33DD646A" w:rsidR="00ED311C" w:rsidRDefault="00D215AA">
            <w:pPr>
              <w:pStyle w:val="BodyText"/>
              <w:spacing w:after="0" w:line="240" w:lineRule="auto"/>
              <w:jc w:val="left"/>
            </w:pPr>
            <w:r>
              <w:rPr>
                <w:szCs w:val="24"/>
              </w:rPr>
              <w:t xml:space="preserve">Valukoja </w:t>
            </w:r>
            <w:r w:rsidR="00F83A60">
              <w:rPr>
                <w:szCs w:val="24"/>
              </w:rPr>
              <w:t>8/</w:t>
            </w:r>
            <w:r>
              <w:rPr>
                <w:szCs w:val="24"/>
              </w:rPr>
              <w:t>1</w:t>
            </w:r>
          </w:p>
        </w:tc>
        <w:tc>
          <w:tcPr>
            <w:tcW w:w="3402" w:type="dxa"/>
          </w:tcPr>
          <w:p w14:paraId="1FCD0D5C" w14:textId="784F45AE" w:rsidR="00ED311C" w:rsidRDefault="00B519F9" w:rsidP="00D215AA">
            <w:pPr>
              <w:pStyle w:val="BodyText"/>
              <w:spacing w:after="0" w:line="240" w:lineRule="auto"/>
              <w:jc w:val="right"/>
            </w:pPr>
            <w:r>
              <w:t>20</w:t>
            </w:r>
            <w:r w:rsidR="00007B67">
              <w:t>.</w:t>
            </w:r>
            <w:r>
              <w:t>02</w:t>
            </w:r>
            <w:r w:rsidR="008637C3">
              <w:t xml:space="preserve"> </w:t>
            </w:r>
            <w:r w:rsidR="00BD723C">
              <w:t>20</w:t>
            </w:r>
            <w:r w:rsidR="00007B67">
              <w:t>2</w:t>
            </w:r>
            <w:r>
              <w:t>3</w:t>
            </w:r>
          </w:p>
        </w:tc>
      </w:tr>
      <w:tr w:rsidR="00ED311C" w14:paraId="1FCD0D60" w14:textId="77777777">
        <w:trPr>
          <w:cantSplit/>
        </w:trPr>
        <w:tc>
          <w:tcPr>
            <w:tcW w:w="9747" w:type="dxa"/>
            <w:gridSpan w:val="3"/>
          </w:tcPr>
          <w:p w14:paraId="1FCD0D5E" w14:textId="77777777" w:rsidR="00ED311C" w:rsidRDefault="00D215AA">
            <w:pPr>
              <w:pStyle w:val="BodyText"/>
              <w:spacing w:after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Tallinn 11415</w:t>
            </w:r>
          </w:p>
          <w:p w14:paraId="1FCD0D5F" w14:textId="77777777" w:rsidR="00391CD3" w:rsidRDefault="00391CD3">
            <w:pPr>
              <w:pStyle w:val="BodyText"/>
              <w:spacing w:after="0" w:line="240" w:lineRule="auto"/>
              <w:jc w:val="left"/>
              <w:rPr>
                <w:caps/>
              </w:rPr>
            </w:pPr>
          </w:p>
        </w:tc>
      </w:tr>
      <w:tr w:rsidR="00ED311C" w14:paraId="1FCD0D62" w14:textId="77777777">
        <w:trPr>
          <w:cantSplit/>
        </w:trPr>
        <w:tc>
          <w:tcPr>
            <w:tcW w:w="9747" w:type="dxa"/>
            <w:gridSpan w:val="3"/>
          </w:tcPr>
          <w:p w14:paraId="1FCD0D61" w14:textId="77777777" w:rsidR="00ED311C" w:rsidRDefault="00ED311C">
            <w:pPr>
              <w:pStyle w:val="BodyText"/>
              <w:spacing w:after="0" w:line="240" w:lineRule="auto"/>
              <w:jc w:val="left"/>
            </w:pPr>
          </w:p>
        </w:tc>
      </w:tr>
      <w:tr w:rsidR="00ED311C" w14:paraId="1FCD0D64" w14:textId="77777777">
        <w:trPr>
          <w:cantSplit/>
        </w:trPr>
        <w:tc>
          <w:tcPr>
            <w:tcW w:w="9747" w:type="dxa"/>
            <w:gridSpan w:val="3"/>
          </w:tcPr>
          <w:p w14:paraId="1FCD0D63" w14:textId="77777777" w:rsidR="00ED311C" w:rsidRDefault="00ED311C">
            <w:pPr>
              <w:pStyle w:val="BodyText"/>
              <w:spacing w:after="0" w:line="240" w:lineRule="auto"/>
              <w:jc w:val="left"/>
              <w:rPr>
                <w:rFonts w:ascii="EE Times New Roman" w:hAnsi="EE Times New Roman"/>
              </w:rPr>
            </w:pPr>
          </w:p>
        </w:tc>
      </w:tr>
      <w:tr w:rsidR="00ED311C" w14:paraId="1FCD0D66" w14:textId="77777777">
        <w:trPr>
          <w:cantSplit/>
        </w:trPr>
        <w:tc>
          <w:tcPr>
            <w:tcW w:w="9747" w:type="dxa"/>
            <w:gridSpan w:val="3"/>
          </w:tcPr>
          <w:p w14:paraId="1FCD0D65" w14:textId="77777777" w:rsidR="00ED311C" w:rsidRDefault="00ED311C">
            <w:pPr>
              <w:pStyle w:val="BodyText"/>
              <w:spacing w:after="0" w:line="240" w:lineRule="auto"/>
              <w:jc w:val="left"/>
              <w:rPr>
                <w:rFonts w:ascii="EE Times New Roman" w:hAnsi="EE Times New Roman"/>
              </w:rPr>
            </w:pPr>
          </w:p>
        </w:tc>
      </w:tr>
      <w:tr w:rsidR="00ED311C" w14:paraId="1FCD0D69" w14:textId="77777777">
        <w:trPr>
          <w:cantSplit/>
        </w:trPr>
        <w:tc>
          <w:tcPr>
            <w:tcW w:w="4928" w:type="dxa"/>
          </w:tcPr>
          <w:p w14:paraId="1FCD0D67" w14:textId="77777777" w:rsidR="00ED311C" w:rsidRDefault="00942509">
            <w:pPr>
              <w:pStyle w:val="BodyText"/>
              <w:spacing w:after="0" w:line="240" w:lineRule="auto"/>
              <w:jc w:val="left"/>
              <w:rPr>
                <w:rFonts w:ascii="EE Times New Roman" w:hAnsi="EE Times New Roman"/>
              </w:rPr>
            </w:pPr>
            <w:r>
              <w:t>VOLIKIRI</w:t>
            </w:r>
          </w:p>
        </w:tc>
        <w:tc>
          <w:tcPr>
            <w:tcW w:w="4819" w:type="dxa"/>
            <w:gridSpan w:val="2"/>
          </w:tcPr>
          <w:p w14:paraId="1FCD0D68" w14:textId="77777777" w:rsidR="00ED311C" w:rsidRDefault="00ED311C">
            <w:pPr>
              <w:pStyle w:val="BodyText"/>
              <w:spacing w:after="0" w:line="240" w:lineRule="auto"/>
              <w:jc w:val="left"/>
              <w:rPr>
                <w:rFonts w:ascii="EE Times New Roman" w:hAnsi="EE Times New Roman"/>
              </w:rPr>
            </w:pPr>
          </w:p>
        </w:tc>
      </w:tr>
      <w:tr w:rsidR="00ED311C" w14:paraId="1FCD0D6B" w14:textId="77777777">
        <w:trPr>
          <w:cantSplit/>
        </w:trPr>
        <w:tc>
          <w:tcPr>
            <w:tcW w:w="9747" w:type="dxa"/>
            <w:gridSpan w:val="3"/>
          </w:tcPr>
          <w:p w14:paraId="1FCD0D6A" w14:textId="77777777" w:rsidR="00ED311C" w:rsidRDefault="00ED311C">
            <w:pPr>
              <w:pStyle w:val="BodyText"/>
              <w:spacing w:after="0" w:line="240" w:lineRule="auto"/>
              <w:jc w:val="left"/>
            </w:pPr>
          </w:p>
        </w:tc>
      </w:tr>
      <w:tr w:rsidR="00ED311C" w14:paraId="1FCD0D6D" w14:textId="77777777">
        <w:trPr>
          <w:cantSplit/>
        </w:trPr>
        <w:tc>
          <w:tcPr>
            <w:tcW w:w="9747" w:type="dxa"/>
            <w:gridSpan w:val="3"/>
          </w:tcPr>
          <w:p w14:paraId="1FCD0D6C" w14:textId="77777777" w:rsidR="00ED311C" w:rsidRDefault="00ED311C">
            <w:pPr>
              <w:pStyle w:val="BodyText"/>
              <w:spacing w:after="0" w:line="240" w:lineRule="auto"/>
              <w:jc w:val="left"/>
            </w:pPr>
          </w:p>
        </w:tc>
      </w:tr>
    </w:tbl>
    <w:p w14:paraId="1FCD0D6E" w14:textId="4BF710B2" w:rsidR="002B60A5" w:rsidRDefault="00394021" w:rsidP="00275DB8">
      <w:pPr>
        <w:pStyle w:val="BodyText"/>
        <w:spacing w:before="120" w:after="0" w:line="240" w:lineRule="auto"/>
        <w:jc w:val="left"/>
      </w:pPr>
      <w:r>
        <w:rPr>
          <w:szCs w:val="24"/>
        </w:rPr>
        <w:t>Borealis Eesti OÜ</w:t>
      </w:r>
      <w:r w:rsidR="00942509">
        <w:t xml:space="preserve">, </w:t>
      </w:r>
      <w:r w:rsidR="00BD723C">
        <w:t>registrikood 11100242</w:t>
      </w:r>
      <w:r w:rsidR="00942509">
        <w:t xml:space="preserve">, </w:t>
      </w:r>
      <w:r w:rsidR="00942509" w:rsidRPr="00106A49">
        <w:rPr>
          <w:szCs w:val="24"/>
        </w:rPr>
        <w:t xml:space="preserve">tegutsedes oma seadusliku esindaja </w:t>
      </w:r>
      <w:r w:rsidR="00942509">
        <w:rPr>
          <w:szCs w:val="24"/>
        </w:rPr>
        <w:t>–</w:t>
      </w:r>
      <w:r w:rsidR="00942509" w:rsidRPr="00106A49">
        <w:rPr>
          <w:szCs w:val="24"/>
        </w:rPr>
        <w:t xml:space="preserve"> </w:t>
      </w:r>
      <w:r w:rsidR="00275DB8" w:rsidRPr="00106A49">
        <w:rPr>
          <w:szCs w:val="24"/>
        </w:rPr>
        <w:t xml:space="preserve">juhatuse </w:t>
      </w:r>
      <w:r w:rsidR="00BD723C">
        <w:rPr>
          <w:szCs w:val="24"/>
        </w:rPr>
        <w:t>liikme Timo Simonlatser</w:t>
      </w:r>
      <w:r w:rsidR="00942509">
        <w:t xml:space="preserve"> isikus, volitab </w:t>
      </w:r>
      <w:r w:rsidR="007D6D85">
        <w:rPr>
          <w:szCs w:val="24"/>
        </w:rPr>
        <w:t xml:space="preserve">Ethel </w:t>
      </w:r>
      <w:proofErr w:type="spellStart"/>
      <w:r w:rsidR="007D6D85">
        <w:rPr>
          <w:szCs w:val="24"/>
        </w:rPr>
        <w:t>Kümmel</w:t>
      </w:r>
      <w:r w:rsidR="00007B67">
        <w:rPr>
          <w:szCs w:val="24"/>
        </w:rPr>
        <w:t>`</w:t>
      </w:r>
      <w:r w:rsidR="007D6D85">
        <w:rPr>
          <w:szCs w:val="24"/>
        </w:rPr>
        <w:t>i</w:t>
      </w:r>
      <w:r w:rsidR="00007B67">
        <w:rPr>
          <w:szCs w:val="24"/>
        </w:rPr>
        <w:t>t</w:t>
      </w:r>
      <w:proofErr w:type="spellEnd"/>
      <w:r w:rsidR="00007B67">
        <w:t xml:space="preserve"> </w:t>
      </w:r>
      <w:r w:rsidR="00942509">
        <w:t>(</w:t>
      </w:r>
      <w:r w:rsidR="00275DB8">
        <w:rPr>
          <w:szCs w:val="24"/>
        </w:rPr>
        <w:t xml:space="preserve">isikukood </w:t>
      </w:r>
      <w:r w:rsidR="00F33C62" w:rsidRPr="00F33C62">
        <w:rPr>
          <w:szCs w:val="24"/>
          <w:lang w:eastAsia="et-EE"/>
        </w:rPr>
        <w:t>47908205212</w:t>
      </w:r>
      <w:r w:rsidR="00942509">
        <w:t>)</w:t>
      </w:r>
      <w:r w:rsidR="008B2299">
        <w:t xml:space="preserve"> </w:t>
      </w:r>
      <w:r w:rsidR="00F83A60">
        <w:rPr>
          <w:szCs w:val="24"/>
        </w:rPr>
        <w:t>Borealis Eesti OÜ</w:t>
      </w:r>
      <w:r w:rsidR="00275DB8">
        <w:rPr>
          <w:szCs w:val="24"/>
        </w:rPr>
        <w:t xml:space="preserve"> </w:t>
      </w:r>
      <w:r w:rsidR="00007B67">
        <w:t>nimel</w:t>
      </w:r>
      <w:r w:rsidR="008B2299">
        <w:t xml:space="preserve"> sõlmima </w:t>
      </w:r>
      <w:r w:rsidR="00007B67">
        <w:t>rendile antud massaažitoolide lepinguid.</w:t>
      </w:r>
    </w:p>
    <w:p w14:paraId="1FCD0D6F" w14:textId="306ADDE7" w:rsidR="00B86ECC" w:rsidRDefault="00B86ECC" w:rsidP="00275DB8">
      <w:pPr>
        <w:pStyle w:val="BodyText"/>
        <w:spacing w:before="120" w:after="0" w:line="240" w:lineRule="auto"/>
        <w:jc w:val="left"/>
      </w:pPr>
      <w:r>
        <w:t>Volikiri kehtib</w:t>
      </w:r>
      <w:r w:rsidR="00022931">
        <w:t xml:space="preserve"> </w:t>
      </w:r>
      <w:r w:rsidR="00EF70C1">
        <w:t>kuni 01.</w:t>
      </w:r>
      <w:r w:rsidR="0065167C">
        <w:t>01.2028</w:t>
      </w:r>
    </w:p>
    <w:p w14:paraId="1FCD0D70" w14:textId="77777777" w:rsidR="0027661A" w:rsidRDefault="0027661A">
      <w:pPr>
        <w:pStyle w:val="BodyText"/>
        <w:spacing w:before="120" w:after="0" w:line="240" w:lineRule="auto"/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741"/>
      </w:tblGrid>
      <w:tr w:rsidR="00ED311C" w14:paraId="1FCD0D72" w14:textId="77777777">
        <w:trPr>
          <w:cantSplit/>
        </w:trPr>
        <w:tc>
          <w:tcPr>
            <w:tcW w:w="9741" w:type="dxa"/>
          </w:tcPr>
          <w:p w14:paraId="1FCD0D71" w14:textId="77777777" w:rsidR="00ED311C" w:rsidRDefault="00ED311C">
            <w:pPr>
              <w:pStyle w:val="BodyText"/>
              <w:spacing w:after="0" w:line="240" w:lineRule="auto"/>
              <w:jc w:val="left"/>
            </w:pPr>
          </w:p>
        </w:tc>
      </w:tr>
      <w:tr w:rsidR="00ED311C" w14:paraId="1FCD0D74" w14:textId="77777777">
        <w:trPr>
          <w:cantSplit/>
        </w:trPr>
        <w:tc>
          <w:tcPr>
            <w:tcW w:w="9741" w:type="dxa"/>
          </w:tcPr>
          <w:p w14:paraId="1FCD0D73" w14:textId="77777777" w:rsidR="00ED311C" w:rsidRDefault="00ED311C">
            <w:pPr>
              <w:pStyle w:val="BodyText"/>
              <w:spacing w:after="0" w:line="240" w:lineRule="auto"/>
              <w:jc w:val="left"/>
            </w:pPr>
          </w:p>
        </w:tc>
      </w:tr>
      <w:tr w:rsidR="00ED311C" w14:paraId="1FCD0D76" w14:textId="77777777">
        <w:trPr>
          <w:cantSplit/>
        </w:trPr>
        <w:tc>
          <w:tcPr>
            <w:tcW w:w="9741" w:type="dxa"/>
          </w:tcPr>
          <w:p w14:paraId="1FCD0D75" w14:textId="77777777" w:rsidR="00ED311C" w:rsidRDefault="00ED311C">
            <w:pPr>
              <w:pStyle w:val="BodyText"/>
              <w:spacing w:after="0" w:line="240" w:lineRule="auto"/>
              <w:jc w:val="left"/>
            </w:pPr>
          </w:p>
        </w:tc>
      </w:tr>
      <w:tr w:rsidR="00ED311C" w14:paraId="1FCD0D78" w14:textId="77777777">
        <w:trPr>
          <w:cantSplit/>
        </w:trPr>
        <w:tc>
          <w:tcPr>
            <w:tcW w:w="9741" w:type="dxa"/>
          </w:tcPr>
          <w:p w14:paraId="1FCD0D77" w14:textId="77777777" w:rsidR="00ED311C" w:rsidRDefault="00ED311C">
            <w:pPr>
              <w:pStyle w:val="BodyText"/>
              <w:spacing w:after="0" w:line="240" w:lineRule="auto"/>
              <w:jc w:val="left"/>
            </w:pPr>
          </w:p>
        </w:tc>
      </w:tr>
      <w:tr w:rsidR="00ED311C" w14:paraId="1FCD0D7A" w14:textId="77777777">
        <w:trPr>
          <w:cantSplit/>
        </w:trPr>
        <w:tc>
          <w:tcPr>
            <w:tcW w:w="9741" w:type="dxa"/>
          </w:tcPr>
          <w:p w14:paraId="1FCD0D79" w14:textId="77777777" w:rsidR="00ED311C" w:rsidRDefault="008936DD">
            <w:pPr>
              <w:pStyle w:val="BodyText"/>
              <w:spacing w:after="0" w:line="240" w:lineRule="auto"/>
              <w:jc w:val="left"/>
            </w:pPr>
            <w:r>
              <w:rPr>
                <w:noProof/>
                <w:lang w:eastAsia="et-EE"/>
              </w:rPr>
              <w:drawing>
                <wp:inline distT="0" distB="0" distL="0" distR="0" wp14:anchorId="1FCD0D82" wp14:editId="1FCD0D83">
                  <wp:extent cx="1390650" cy="543223"/>
                  <wp:effectExtent l="1905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380" cy="5435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311C" w14:paraId="1FCD0D7C" w14:textId="77777777">
        <w:trPr>
          <w:cantSplit/>
        </w:trPr>
        <w:tc>
          <w:tcPr>
            <w:tcW w:w="9741" w:type="dxa"/>
          </w:tcPr>
          <w:p w14:paraId="1FCD0D7B" w14:textId="77777777" w:rsidR="00ED311C" w:rsidRDefault="00ED311C" w:rsidP="00BD723C">
            <w:pPr>
              <w:pStyle w:val="BodyText"/>
              <w:spacing w:after="0" w:line="240" w:lineRule="auto"/>
              <w:jc w:val="left"/>
            </w:pPr>
          </w:p>
        </w:tc>
      </w:tr>
      <w:tr w:rsidR="00275DB8" w14:paraId="1FCD0D7E" w14:textId="77777777">
        <w:trPr>
          <w:cantSplit/>
        </w:trPr>
        <w:tc>
          <w:tcPr>
            <w:tcW w:w="9741" w:type="dxa"/>
          </w:tcPr>
          <w:p w14:paraId="1FCD0D7D" w14:textId="77777777" w:rsidR="00275DB8" w:rsidRDefault="00BD723C">
            <w:pPr>
              <w:pStyle w:val="BodyText"/>
              <w:spacing w:after="0" w:line="240" w:lineRule="auto"/>
              <w:jc w:val="left"/>
            </w:pPr>
            <w:r>
              <w:rPr>
                <w:szCs w:val="24"/>
              </w:rPr>
              <w:t>Timo Simonlatser</w:t>
            </w:r>
          </w:p>
        </w:tc>
      </w:tr>
      <w:tr w:rsidR="00ED311C" w14:paraId="1FCD0D80" w14:textId="77777777">
        <w:trPr>
          <w:cantSplit/>
        </w:trPr>
        <w:tc>
          <w:tcPr>
            <w:tcW w:w="9741" w:type="dxa"/>
          </w:tcPr>
          <w:p w14:paraId="1FCD0D7F" w14:textId="77777777" w:rsidR="00ED311C" w:rsidRDefault="00275DB8" w:rsidP="00BD723C">
            <w:pPr>
              <w:pStyle w:val="BodyText"/>
              <w:spacing w:after="0" w:line="240" w:lineRule="auto"/>
              <w:jc w:val="left"/>
              <w:rPr>
                <w:rFonts w:ascii="EE Times New Roman" w:hAnsi="EE Times New Roman"/>
              </w:rPr>
            </w:pPr>
            <w:r w:rsidRPr="00106A49">
              <w:rPr>
                <w:szCs w:val="24"/>
              </w:rPr>
              <w:t xml:space="preserve">Juhatuse </w:t>
            </w:r>
            <w:r w:rsidR="00BD723C">
              <w:rPr>
                <w:szCs w:val="24"/>
              </w:rPr>
              <w:t>liige</w:t>
            </w:r>
          </w:p>
        </w:tc>
      </w:tr>
    </w:tbl>
    <w:p w14:paraId="1FCD0D81" w14:textId="77777777" w:rsidR="00ED311C" w:rsidRDefault="00ED311C">
      <w:pPr>
        <w:pStyle w:val="BodyText"/>
        <w:spacing w:after="0" w:line="240" w:lineRule="auto"/>
        <w:jc w:val="left"/>
      </w:pPr>
    </w:p>
    <w:sectPr w:rsidR="00ED311C" w:rsidSect="00D26F1A">
      <w:type w:val="continuous"/>
      <w:pgSz w:w="11906" w:h="16838" w:code="9"/>
      <w:pgMar w:top="454" w:right="680" w:bottom="510" w:left="1701" w:header="454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DC5B7" w14:textId="77777777" w:rsidR="00F37203" w:rsidRDefault="00F37203">
      <w:r>
        <w:separator/>
      </w:r>
    </w:p>
  </w:endnote>
  <w:endnote w:type="continuationSeparator" w:id="0">
    <w:p w14:paraId="79B90F38" w14:textId="77777777" w:rsidR="00F37203" w:rsidRDefault="00F37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E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D0D8C" w14:textId="77777777" w:rsidR="00ED311C" w:rsidRDefault="00E14DC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D311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CD0D8D" w14:textId="77777777" w:rsidR="00ED311C" w:rsidRDefault="00ED31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BB6CF" w14:textId="77777777" w:rsidR="00F37203" w:rsidRDefault="00F37203">
      <w:r>
        <w:separator/>
      </w:r>
    </w:p>
  </w:footnote>
  <w:footnote w:type="continuationSeparator" w:id="0">
    <w:p w14:paraId="26B6B49E" w14:textId="77777777" w:rsidR="00F37203" w:rsidRDefault="00F37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D0D88" w14:textId="77777777" w:rsidR="00ED311C" w:rsidRDefault="00E14D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D311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CD0D89" w14:textId="77777777" w:rsidR="00ED311C" w:rsidRDefault="00ED31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D0D8A" w14:textId="77777777" w:rsidR="00ED311C" w:rsidRDefault="00E14DC2" w:rsidP="00DB7177">
    <w:pPr>
      <w:pStyle w:val="Header"/>
      <w:framePr w:wrap="notBesid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D311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60A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FCD0D8B" w14:textId="77777777" w:rsidR="00ED311C" w:rsidRDefault="00ED311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021EB"/>
    <w:multiLevelType w:val="multilevel"/>
    <w:tmpl w:val="38766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27D2627E"/>
    <w:multiLevelType w:val="multilevel"/>
    <w:tmpl w:val="83E8FD52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76A7C5C"/>
    <w:multiLevelType w:val="multilevel"/>
    <w:tmpl w:val="8EBC68A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153722433">
    <w:abstractNumId w:val="2"/>
  </w:num>
  <w:num w:numId="2" w16cid:durableId="1389648454">
    <w:abstractNumId w:val="3"/>
  </w:num>
  <w:num w:numId="3" w16cid:durableId="392966599">
    <w:abstractNumId w:val="0"/>
  </w:num>
  <w:num w:numId="4" w16cid:durableId="59251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4337" fillcolor="white">
      <v:fill color="white"/>
      <v:textbox inset="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67E"/>
    <w:rsid w:val="00007B67"/>
    <w:rsid w:val="00022931"/>
    <w:rsid w:val="00126872"/>
    <w:rsid w:val="001B3A30"/>
    <w:rsid w:val="001D0292"/>
    <w:rsid w:val="00256D13"/>
    <w:rsid w:val="00275DB8"/>
    <w:rsid w:val="0027661A"/>
    <w:rsid w:val="002B60A5"/>
    <w:rsid w:val="0032031A"/>
    <w:rsid w:val="00323340"/>
    <w:rsid w:val="00381972"/>
    <w:rsid w:val="00391CD3"/>
    <w:rsid w:val="00394021"/>
    <w:rsid w:val="004436C8"/>
    <w:rsid w:val="0046067E"/>
    <w:rsid w:val="004E03F6"/>
    <w:rsid w:val="00555216"/>
    <w:rsid w:val="0057798E"/>
    <w:rsid w:val="005E71D3"/>
    <w:rsid w:val="005F09A4"/>
    <w:rsid w:val="00641FF2"/>
    <w:rsid w:val="0065167C"/>
    <w:rsid w:val="00651F1F"/>
    <w:rsid w:val="0077618C"/>
    <w:rsid w:val="007D6D85"/>
    <w:rsid w:val="007E6987"/>
    <w:rsid w:val="00821A88"/>
    <w:rsid w:val="0084675B"/>
    <w:rsid w:val="00860388"/>
    <w:rsid w:val="008637C3"/>
    <w:rsid w:val="008936DD"/>
    <w:rsid w:val="008B2299"/>
    <w:rsid w:val="008C3EEC"/>
    <w:rsid w:val="00902018"/>
    <w:rsid w:val="00942509"/>
    <w:rsid w:val="009B6195"/>
    <w:rsid w:val="00A620A4"/>
    <w:rsid w:val="00A87213"/>
    <w:rsid w:val="00A90D95"/>
    <w:rsid w:val="00AF613A"/>
    <w:rsid w:val="00B3109B"/>
    <w:rsid w:val="00B519F9"/>
    <w:rsid w:val="00B60453"/>
    <w:rsid w:val="00B85FC1"/>
    <w:rsid w:val="00B86ECC"/>
    <w:rsid w:val="00BD723C"/>
    <w:rsid w:val="00C33EB6"/>
    <w:rsid w:val="00D215AA"/>
    <w:rsid w:val="00D26F1A"/>
    <w:rsid w:val="00D478FB"/>
    <w:rsid w:val="00DA7E61"/>
    <w:rsid w:val="00DB7177"/>
    <w:rsid w:val="00DC4F8B"/>
    <w:rsid w:val="00DC6831"/>
    <w:rsid w:val="00E14DC2"/>
    <w:rsid w:val="00ED311C"/>
    <w:rsid w:val="00EF70C1"/>
    <w:rsid w:val="00F25521"/>
    <w:rsid w:val="00F3226F"/>
    <w:rsid w:val="00F33C62"/>
    <w:rsid w:val="00F37203"/>
    <w:rsid w:val="00F56B88"/>
    <w:rsid w:val="00F75514"/>
    <w:rsid w:val="00F83A60"/>
    <w:rsid w:val="00FC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color="white">
      <v:fill color="white"/>
      <v:textbox inset=",,0"/>
    </o:shapedefaults>
    <o:shapelayout v:ext="edit">
      <o:idmap v:ext="edit" data="1"/>
    </o:shapelayout>
  </w:shapeDefaults>
  <w:decimalSymbol w:val=","/>
  <w:listSeparator w:val=";"/>
  <w14:docId w14:val="1FCD0D50"/>
  <w15:docId w15:val="{7CB50F39-F6BF-400F-92A7-B4469D735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6F1A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D26F1A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26F1A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26F1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26F1A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D26F1A"/>
    <w:pPr>
      <w:spacing w:after="220" w:line="220" w:lineRule="atLeast"/>
    </w:pPr>
    <w:rPr>
      <w:spacing w:val="-5"/>
    </w:rPr>
  </w:style>
  <w:style w:type="character" w:styleId="PageNumber">
    <w:name w:val="page number"/>
    <w:basedOn w:val="DefaultParagraphFont"/>
    <w:rsid w:val="00D26F1A"/>
  </w:style>
  <w:style w:type="paragraph" w:customStyle="1" w:styleId="Loetelu">
    <w:name w:val="Loetelu"/>
    <w:basedOn w:val="BodyText"/>
    <w:rsid w:val="00D26F1A"/>
    <w:pPr>
      <w:numPr>
        <w:numId w:val="4"/>
      </w:numPr>
      <w:spacing w:before="120" w:after="0" w:line="240" w:lineRule="auto"/>
    </w:pPr>
    <w:rPr>
      <w:spacing w:val="0"/>
    </w:rPr>
  </w:style>
  <w:style w:type="paragraph" w:customStyle="1" w:styleId="Pea">
    <w:name w:val="Pea"/>
    <w:basedOn w:val="BodyText"/>
    <w:rsid w:val="00D26F1A"/>
    <w:pPr>
      <w:spacing w:after="0" w:line="240" w:lineRule="auto"/>
      <w:ind w:left="-1134"/>
      <w:jc w:val="center"/>
    </w:pPr>
    <w:rPr>
      <w:sz w:val="28"/>
    </w:rPr>
  </w:style>
  <w:style w:type="character" w:styleId="CommentReference">
    <w:name w:val="annotation reference"/>
    <w:basedOn w:val="DefaultParagraphFont"/>
    <w:semiHidden/>
    <w:rsid w:val="00323340"/>
    <w:rPr>
      <w:sz w:val="16"/>
      <w:szCs w:val="16"/>
    </w:rPr>
  </w:style>
  <w:style w:type="paragraph" w:styleId="CommentText">
    <w:name w:val="annotation text"/>
    <w:basedOn w:val="Normal"/>
    <w:semiHidden/>
    <w:rsid w:val="00323340"/>
    <w:rPr>
      <w:sz w:val="20"/>
    </w:rPr>
  </w:style>
  <w:style w:type="paragraph" w:styleId="CommentSubject">
    <w:name w:val="annotation subject"/>
    <w:basedOn w:val="CommentText"/>
    <w:next w:val="CommentText"/>
    <w:semiHidden/>
    <w:rsid w:val="00323340"/>
    <w:rPr>
      <w:b/>
      <w:bCs/>
    </w:rPr>
  </w:style>
  <w:style w:type="paragraph" w:styleId="BalloonText">
    <w:name w:val="Balloon Text"/>
    <w:basedOn w:val="Normal"/>
    <w:semiHidden/>
    <w:rsid w:val="003233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2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rvutist\Desktop\Sekret&#228;r\Mallid\Volikir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44f2c2-199b-4d91-a9eb-f29f7104803c">
      <Terms xmlns="http://schemas.microsoft.com/office/infopath/2007/PartnerControls"/>
    </lcf76f155ced4ddcb4097134ff3c332f>
    <TaxCatchAll xmlns="0154df0c-e56c-4a08-9dd3-9e6e39bfc1a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E4A6BE2486194DABC67DF3D29EFCFA" ma:contentTypeVersion="16" ma:contentTypeDescription="Create a new document." ma:contentTypeScope="" ma:versionID="651ffb5ee8c0934bbe96f6ccee4c42a0">
  <xsd:schema xmlns:xsd="http://www.w3.org/2001/XMLSchema" xmlns:xs="http://www.w3.org/2001/XMLSchema" xmlns:p="http://schemas.microsoft.com/office/2006/metadata/properties" xmlns:ns2="ac44f2c2-199b-4d91-a9eb-f29f7104803c" xmlns:ns3="0154df0c-e56c-4a08-9dd3-9e6e39bfc1a8" targetNamespace="http://schemas.microsoft.com/office/2006/metadata/properties" ma:root="true" ma:fieldsID="8d9be0604e4693a7cc0593410ba83135" ns2:_="" ns3:_="">
    <xsd:import namespace="ac44f2c2-199b-4d91-a9eb-f29f7104803c"/>
    <xsd:import namespace="0154df0c-e56c-4a08-9dd3-9e6e39bfc1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4f2c2-199b-4d91-a9eb-f29f71048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4b875a1-789c-449c-9026-2957c97009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54df0c-e56c-4a08-9dd3-9e6e39bfc1a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2801194-9bdb-43f0-adb2-6755e087497e}" ma:internalName="TaxCatchAll" ma:showField="CatchAllData" ma:web="0154df0c-e56c-4a08-9dd3-9e6e39bfc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3D2B44-6F62-454B-85AC-926775DBDCCC}">
  <ds:schemaRefs>
    <ds:schemaRef ds:uri="http://schemas.microsoft.com/office/2006/metadata/properties"/>
    <ds:schemaRef ds:uri="http://schemas.microsoft.com/office/infopath/2007/PartnerControls"/>
    <ds:schemaRef ds:uri="ac44f2c2-199b-4d91-a9eb-f29f7104803c"/>
    <ds:schemaRef ds:uri="0154df0c-e56c-4a08-9dd3-9e6e39bfc1a8"/>
  </ds:schemaRefs>
</ds:datastoreItem>
</file>

<file path=customXml/itemProps2.xml><?xml version="1.0" encoding="utf-8"?>
<ds:datastoreItem xmlns:ds="http://schemas.openxmlformats.org/officeDocument/2006/customXml" ds:itemID="{05144C9A-27FA-40DE-826C-ADD8022B42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649EA2-598B-4637-8F69-3FEE7AC12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4f2c2-199b-4d91-a9eb-f29f7104803c"/>
    <ds:schemaRef ds:uri="0154df0c-e56c-4a08-9dd3-9e6e39bfc1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Volikiri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garantiikiri</vt:lpstr>
    </vt:vector>
  </TitlesOfParts>
  <Company>TTY  Informaatikainstituut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Viivi</dc:creator>
  <cp:lastModifiedBy>Timo Simonlatser</cp:lastModifiedBy>
  <cp:revision>4</cp:revision>
  <cp:lastPrinted>2004-08-30T12:52:00Z</cp:lastPrinted>
  <dcterms:created xsi:type="dcterms:W3CDTF">2023-02-20T11:16:00Z</dcterms:created>
  <dcterms:modified xsi:type="dcterms:W3CDTF">2023-02-20T11:16:00Z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0x01010092E4A6BE2486194DABC67DF3D29EFCFA</vt:lpwstr>
  </property>
  <property fmtid="{D5CDD505-2E9C-101B-9397-08002B2CF9AE}" pid="3" name="Order">
    <vt:r8>1028600</vt:r8>
  </property>
  <property fmtid="{D5CDD505-2E9C-101B-9397-08002B2CF9AE}" pid="4" name="_ExtendedDescription">
    <vt:lpwstr/>
  </property>
  <property fmtid="{D5CDD505-2E9C-101B-9397-08002B2CF9AE}" pid="5" name="ComplianceAssetId">
    <vt:lpwstr/>
  </property>
  <property fmtid="{D5CDD505-2E9C-101B-9397-08002B2CF9AE}" pid="6" name="MediaServiceImageTags">
    <vt:lpwstr/>
  </property>
</Properties>
</file>